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13F28A67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A079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6100B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FA07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6100B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0DD874E2" w14:textId="4BD968A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6100B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66100B">
        <w:rPr>
          <w:rFonts w:ascii="Corbel" w:hAnsi="Corbel"/>
          <w:sz w:val="20"/>
          <w:szCs w:val="20"/>
        </w:rPr>
        <w:t>2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1A76F40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inż.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66100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0628A218" w:rsidR="00181BBD" w:rsidRPr="0066100B" w:rsidRDefault="00FA0790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8A771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 zagadnień z zakresu informatyki,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Forma zajęć dydaktycznych ( w., ćw,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8A771E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771E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Difin,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E158" w14:textId="77777777" w:rsidR="008A771E" w:rsidRDefault="008A771E" w:rsidP="00C16ABF">
      <w:pPr>
        <w:spacing w:after="0" w:line="240" w:lineRule="auto"/>
      </w:pPr>
      <w:r>
        <w:separator/>
      </w:r>
    </w:p>
  </w:endnote>
  <w:endnote w:type="continuationSeparator" w:id="0">
    <w:p w14:paraId="5852D675" w14:textId="77777777" w:rsidR="008A771E" w:rsidRDefault="008A77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317DB" w14:textId="77777777" w:rsidR="008A771E" w:rsidRDefault="008A771E" w:rsidP="00C16ABF">
      <w:pPr>
        <w:spacing w:after="0" w:line="240" w:lineRule="auto"/>
      </w:pPr>
      <w:r>
        <w:separator/>
      </w:r>
    </w:p>
  </w:footnote>
  <w:footnote w:type="continuationSeparator" w:id="0">
    <w:p w14:paraId="346B0C7F" w14:textId="77777777" w:rsidR="008A771E" w:rsidRDefault="008A771E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00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A771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FC7938-0125-4860-865D-F359FC2F50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2020-09-30T13:29:00Z</dcterms:created>
  <dcterms:modified xsi:type="dcterms:W3CDTF">2021-11-04T08:26:00Z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